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078" w14:paraId="53AA4BC2" w14:textId="77777777" w:rsidTr="007A1C52">
        <w:tc>
          <w:tcPr>
            <w:tcW w:w="2689" w:type="dxa"/>
          </w:tcPr>
          <w:p w14:paraId="61730ECC" w14:textId="119D9208" w:rsidR="00F56078" w:rsidRPr="00F56078" w:rsidRDefault="00F56078" w:rsidP="00F56078">
            <w:pPr>
              <w:pStyle w:val="SIText"/>
            </w:pPr>
            <w:r w:rsidRPr="00CC451E">
              <w:t>Release</w:t>
            </w:r>
            <w:r w:rsidRPr="00F5607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60B8998" w14:textId="185A5F6E" w:rsidR="00F56078" w:rsidRPr="00F56078" w:rsidRDefault="00F56078" w:rsidP="00790D62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F56078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11597AE" w:rsidR="00F1480E" w:rsidRPr="005404CB" w:rsidRDefault="00A3135C" w:rsidP="005404CB">
            <w:pPr>
              <w:pStyle w:val="SIUNITCODE"/>
            </w:pPr>
            <w:r>
              <w:t>AHCPER</w:t>
            </w:r>
            <w:r w:rsidR="005A6296">
              <w:t>2</w:t>
            </w:r>
            <w:r w:rsidR="009A1E4F">
              <w:t>x1</w:t>
            </w:r>
          </w:p>
        </w:tc>
        <w:tc>
          <w:tcPr>
            <w:tcW w:w="3604" w:type="pct"/>
            <w:shd w:val="clear" w:color="auto" w:fill="auto"/>
          </w:tcPr>
          <w:p w14:paraId="01D80964" w14:textId="7AFBED50" w:rsidR="00F1480E" w:rsidRPr="005404CB" w:rsidRDefault="001F16C8" w:rsidP="005404CB">
            <w:pPr>
              <w:pStyle w:val="SIUnittitle"/>
            </w:pPr>
            <w:r w:rsidRPr="001F16C8">
              <w:t>Harvest, treat and store seed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4E8183" w14:textId="72342C5A" w:rsidR="00782AE0" w:rsidRPr="00782AE0" w:rsidRDefault="00782AE0" w:rsidP="00782AE0">
            <w:pPr>
              <w:pStyle w:val="SIText"/>
            </w:pPr>
            <w:r w:rsidRPr="00782AE0">
              <w:t xml:space="preserve">This unit of competency describes the skills and knowledge required to </w:t>
            </w:r>
            <w:r w:rsidR="006C17F2">
              <w:t xml:space="preserve">identify specified seed and its maturity, use </w:t>
            </w:r>
            <w:r w:rsidRPr="00782AE0">
              <w:t>harvest</w:t>
            </w:r>
            <w:r w:rsidR="006C17F2">
              <w:t xml:space="preserve">ing techniques, apply </w:t>
            </w:r>
            <w:r w:rsidRPr="00782AE0">
              <w:t>treat</w:t>
            </w:r>
            <w:r w:rsidR="006C17F2">
              <w:t>ments according to seed harvest plan</w:t>
            </w:r>
            <w:r w:rsidRPr="00782AE0">
              <w:t xml:space="preserve"> and store seed</w:t>
            </w:r>
            <w:r w:rsidR="006C17F2">
              <w:t xml:space="preserve"> to preserve viability.</w:t>
            </w:r>
          </w:p>
          <w:p w14:paraId="234BE86A" w14:textId="77777777" w:rsidR="006C17F2" w:rsidRDefault="006C17F2" w:rsidP="00782AE0">
            <w:pPr>
              <w:pStyle w:val="SIText"/>
            </w:pPr>
          </w:p>
          <w:p w14:paraId="63983B76" w14:textId="6521C74E" w:rsidR="00782AE0" w:rsidRPr="00782AE0" w:rsidRDefault="00782AE0" w:rsidP="00782AE0">
            <w:pPr>
              <w:pStyle w:val="SIText"/>
            </w:pPr>
            <w:r w:rsidRPr="00782AE0">
              <w:t>This unit applies to individuals who work under supervision and exercise limited autonomy with some accountability for their own work. They undertake defined activities and work in a structured context.</w:t>
            </w:r>
          </w:p>
          <w:p w14:paraId="622E00D8" w14:textId="77777777" w:rsidR="00782AE0" w:rsidRPr="00782AE0" w:rsidRDefault="00782AE0" w:rsidP="00782AE0">
            <w:pPr>
              <w:pStyle w:val="SIText"/>
            </w:pPr>
          </w:p>
          <w:p w14:paraId="22C15BCD" w14:textId="616E6F72" w:rsidR="00373436" w:rsidRPr="000754EC" w:rsidRDefault="000C1944" w:rsidP="00790D62">
            <w:pPr>
              <w:pStyle w:val="SIText"/>
            </w:pPr>
            <w:r w:rsidRPr="000C1944">
              <w:t xml:space="preserve">Legislation, regulations and by-laws relating to the collection and removal of plant materials from public and private land apply nationally </w:t>
            </w:r>
            <w:proofErr w:type="gramStart"/>
            <w:r w:rsidRPr="000C1944">
              <w:t>and in some states,</w:t>
            </w:r>
            <w:proofErr w:type="gramEnd"/>
            <w:r w:rsidRPr="000C1944">
              <w:t xml:space="preserve"> territories and jurisdictions. Users are advised to check with the local, relevant authority</w:t>
            </w:r>
            <w:r>
              <w:t>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2AE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597EBA4" w:rsidR="00782AE0" w:rsidRPr="00782AE0" w:rsidRDefault="00782AE0" w:rsidP="00782AE0">
            <w:pPr>
              <w:pStyle w:val="SIText"/>
            </w:pPr>
            <w:r w:rsidRPr="00782AE0">
              <w:t>1. Prepare for harvesting of seed</w:t>
            </w:r>
          </w:p>
        </w:tc>
        <w:tc>
          <w:tcPr>
            <w:tcW w:w="3604" w:type="pct"/>
            <w:shd w:val="clear" w:color="auto" w:fill="auto"/>
          </w:tcPr>
          <w:p w14:paraId="643D3DFC" w14:textId="4196AC93" w:rsidR="00782AE0" w:rsidRPr="00782AE0" w:rsidRDefault="00782AE0" w:rsidP="00782AE0">
            <w:r w:rsidRPr="00782AE0">
              <w:t xml:space="preserve">1.1 </w:t>
            </w:r>
            <w:r w:rsidR="006C17F2">
              <w:t>Confirm</w:t>
            </w:r>
            <w:r w:rsidR="006C17F2" w:rsidRPr="00782AE0">
              <w:t xml:space="preserve"> </w:t>
            </w:r>
            <w:r w:rsidRPr="00782AE0">
              <w:t>work requirements with supervisor</w:t>
            </w:r>
          </w:p>
          <w:p w14:paraId="41DE6FE4" w14:textId="4C6762A3" w:rsidR="006C17F2" w:rsidRDefault="00782AE0" w:rsidP="00782AE0">
            <w:r w:rsidRPr="00782AE0">
              <w:t xml:space="preserve">1.2 </w:t>
            </w:r>
            <w:r w:rsidR="006C17F2">
              <w:t xml:space="preserve">Select and prepare </w:t>
            </w:r>
            <w:r w:rsidRPr="00782AE0">
              <w:t>seed harvesting and handling equipment</w:t>
            </w:r>
          </w:p>
          <w:p w14:paraId="713D43D8" w14:textId="449B0C69" w:rsidR="00782AE0" w:rsidRPr="00782AE0" w:rsidRDefault="00782AE0" w:rsidP="00782AE0">
            <w:r w:rsidRPr="00782AE0">
              <w:t xml:space="preserve">1.3 </w:t>
            </w:r>
            <w:r w:rsidR="006C17F2">
              <w:t>Identify</w:t>
            </w:r>
            <w:r w:rsidR="006C17F2" w:rsidRPr="00782AE0">
              <w:t xml:space="preserve"> </w:t>
            </w:r>
            <w:r w:rsidRPr="00782AE0">
              <w:t>seed to be collected</w:t>
            </w:r>
            <w:r w:rsidR="006C17F2">
              <w:t xml:space="preserve"> from harvesting plan</w:t>
            </w:r>
          </w:p>
          <w:p w14:paraId="5582E397" w14:textId="786A39BA" w:rsidR="00782AE0" w:rsidRDefault="00782AE0" w:rsidP="00790D62">
            <w:r w:rsidRPr="00782AE0">
              <w:t xml:space="preserve">1.4 </w:t>
            </w:r>
            <w:r w:rsidR="006C17F2">
              <w:t>Identify and p</w:t>
            </w:r>
            <w:r w:rsidRPr="00782AE0">
              <w:t xml:space="preserve">repare location </w:t>
            </w:r>
            <w:r w:rsidR="006C17F2">
              <w:t>to</w:t>
            </w:r>
            <w:r w:rsidR="006C17F2" w:rsidRPr="00782AE0">
              <w:t xml:space="preserve"> </w:t>
            </w:r>
            <w:r w:rsidRPr="00782AE0">
              <w:t>treat and stor</w:t>
            </w:r>
            <w:r w:rsidR="006C17F2">
              <w:t>e harvested</w:t>
            </w:r>
            <w:r w:rsidRPr="00782AE0">
              <w:t xml:space="preserve"> seed</w:t>
            </w:r>
          </w:p>
          <w:p w14:paraId="4B044429" w14:textId="1EE02925" w:rsidR="00790D62" w:rsidRPr="00782AE0" w:rsidRDefault="006C17F2">
            <w:r>
              <w:t xml:space="preserve">1.5 Access and carry permits and approvals for seed collection site according to workplace procedures and regulatory </w:t>
            </w:r>
            <w:r w:rsidR="00457854">
              <w:t>requirements</w:t>
            </w:r>
          </w:p>
        </w:tc>
      </w:tr>
      <w:tr w:rsidR="00782AE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B40BF55" w:rsidR="00782AE0" w:rsidRPr="00782AE0" w:rsidRDefault="00782AE0" w:rsidP="00782AE0">
            <w:pPr>
              <w:pStyle w:val="SIText"/>
            </w:pPr>
            <w:r w:rsidRPr="00782AE0">
              <w:t>2. Harvest seed</w:t>
            </w:r>
          </w:p>
        </w:tc>
        <w:tc>
          <w:tcPr>
            <w:tcW w:w="3604" w:type="pct"/>
            <w:shd w:val="clear" w:color="auto" w:fill="auto"/>
          </w:tcPr>
          <w:p w14:paraId="18F3D965" w14:textId="59B1666F" w:rsidR="006C17F2" w:rsidRDefault="006C17F2" w:rsidP="006C17F2">
            <w:r>
              <w:t xml:space="preserve">2.1 </w:t>
            </w:r>
            <w:r w:rsidRPr="006C17F2">
              <w:t xml:space="preserve">Transport </w:t>
            </w:r>
            <w:r w:rsidR="00790D62">
              <w:t xml:space="preserve">seed harvesting </w:t>
            </w:r>
            <w:r w:rsidRPr="006C17F2">
              <w:t xml:space="preserve">equipment to </w:t>
            </w:r>
            <w:r>
              <w:t>seed collection site</w:t>
            </w:r>
          </w:p>
          <w:p w14:paraId="44BF5760" w14:textId="3E883038" w:rsidR="00790D62" w:rsidRDefault="00790D62" w:rsidP="006C17F2">
            <w:r>
              <w:t>2.2</w:t>
            </w:r>
            <w:r w:rsidRPr="00790D62">
              <w:t xml:space="preserve"> Identify </w:t>
            </w:r>
            <w:r>
              <w:t xml:space="preserve">site </w:t>
            </w:r>
            <w:r w:rsidRPr="00790D62">
              <w:t>safety hazards and implement controls according to workplace health and safety procedures</w:t>
            </w:r>
          </w:p>
          <w:p w14:paraId="5BBA73C9" w14:textId="0917BBFD" w:rsidR="00782AE0" w:rsidRPr="00782AE0" w:rsidRDefault="00782AE0" w:rsidP="00782AE0">
            <w:r w:rsidRPr="00782AE0">
              <w:t>2.</w:t>
            </w:r>
            <w:r w:rsidR="00790D62">
              <w:t>3</w:t>
            </w:r>
            <w:r w:rsidRPr="00782AE0">
              <w:t xml:space="preserve"> Collect seed </w:t>
            </w:r>
            <w:r w:rsidR="00457854">
              <w:t>according to harvesting pla</w:t>
            </w:r>
            <w:r w:rsidR="006C17F2">
              <w:t>n, permits and approvals</w:t>
            </w:r>
          </w:p>
          <w:p w14:paraId="3F4BBB58" w14:textId="5829D6FA" w:rsidR="00457854" w:rsidRPr="00782AE0" w:rsidRDefault="00782AE0">
            <w:r w:rsidRPr="00782AE0">
              <w:t>2.</w:t>
            </w:r>
            <w:r w:rsidR="00790D62">
              <w:t>4</w:t>
            </w:r>
            <w:r w:rsidRPr="00782AE0">
              <w:t xml:space="preserve"> </w:t>
            </w:r>
            <w:r w:rsidR="00457854">
              <w:t>Preserve</w:t>
            </w:r>
            <w:r w:rsidR="00457854" w:rsidRPr="00782AE0">
              <w:t xml:space="preserve"> </w:t>
            </w:r>
            <w:r w:rsidR="00457854">
              <w:t>condition of</w:t>
            </w:r>
            <w:r w:rsidRPr="00782AE0">
              <w:t xml:space="preserve"> parent plant</w:t>
            </w:r>
            <w:r w:rsidR="00457854">
              <w:t xml:space="preserve"> according to plant species and harvesting conditions</w:t>
            </w:r>
          </w:p>
          <w:p w14:paraId="2B00249F" w14:textId="4016AAA2" w:rsidR="00782AE0" w:rsidRPr="00782AE0" w:rsidRDefault="00782AE0" w:rsidP="009A1E4F">
            <w:r w:rsidRPr="00782AE0">
              <w:t>2.</w:t>
            </w:r>
            <w:r w:rsidR="00790D62">
              <w:t>5</w:t>
            </w:r>
            <w:r w:rsidRPr="00782AE0">
              <w:t xml:space="preserve"> </w:t>
            </w:r>
            <w:r w:rsidR="00457854">
              <w:t xml:space="preserve">Place harvested seed in temporary field storage </w:t>
            </w:r>
            <w:r w:rsidRPr="00782AE0">
              <w:t>and label</w:t>
            </w:r>
            <w:r w:rsidR="00457854">
              <w:t xml:space="preserve"> according to workplace procedures</w:t>
            </w:r>
          </w:p>
        </w:tc>
      </w:tr>
      <w:tr w:rsidR="00782AE0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707BD7A6" w:rsidR="00782AE0" w:rsidRPr="00782AE0" w:rsidRDefault="00782AE0" w:rsidP="00782AE0">
            <w:pPr>
              <w:pStyle w:val="SIText"/>
            </w:pPr>
            <w:r w:rsidRPr="00782AE0">
              <w:t>3. Treat and store seed</w:t>
            </w:r>
          </w:p>
        </w:tc>
        <w:tc>
          <w:tcPr>
            <w:tcW w:w="3604" w:type="pct"/>
            <w:shd w:val="clear" w:color="auto" w:fill="auto"/>
          </w:tcPr>
          <w:p w14:paraId="3FAEF540" w14:textId="6383801E" w:rsidR="00782AE0" w:rsidRPr="00782AE0" w:rsidRDefault="00782AE0" w:rsidP="00782AE0">
            <w:r w:rsidRPr="00782AE0">
              <w:t xml:space="preserve">3.1 Separate </w:t>
            </w:r>
            <w:r w:rsidR="00457854">
              <w:t xml:space="preserve">viable </w:t>
            </w:r>
            <w:r w:rsidRPr="00782AE0">
              <w:t xml:space="preserve">seed from </w:t>
            </w:r>
            <w:r w:rsidR="00457854">
              <w:t>chaff and waste</w:t>
            </w:r>
            <w:r w:rsidR="00457854" w:rsidRPr="00782AE0">
              <w:t xml:space="preserve"> </w:t>
            </w:r>
            <w:r w:rsidRPr="00782AE0">
              <w:t>material</w:t>
            </w:r>
          </w:p>
          <w:p w14:paraId="36036221" w14:textId="46D6E015" w:rsidR="00782AE0" w:rsidRPr="00782AE0" w:rsidRDefault="00782AE0" w:rsidP="00782AE0">
            <w:r w:rsidRPr="00782AE0">
              <w:t>3.2 Treat seeds</w:t>
            </w:r>
            <w:r w:rsidR="00457854">
              <w:t xml:space="preserve"> </w:t>
            </w:r>
            <w:r w:rsidRPr="00782AE0">
              <w:t>according to harvesting plan</w:t>
            </w:r>
          </w:p>
          <w:p w14:paraId="3AD86993" w14:textId="54B0D329" w:rsidR="00782AE0" w:rsidRPr="00782AE0" w:rsidRDefault="00782AE0" w:rsidP="00782AE0">
            <w:r w:rsidRPr="00782AE0">
              <w:t xml:space="preserve">3.3 Record </w:t>
            </w:r>
            <w:r w:rsidR="00457854">
              <w:t>information</w:t>
            </w:r>
            <w:r w:rsidRPr="00782AE0">
              <w:t xml:space="preserve"> on seed container </w:t>
            </w:r>
            <w:r w:rsidR="00790D62">
              <w:t xml:space="preserve">label </w:t>
            </w:r>
            <w:r w:rsidRPr="00782AE0">
              <w:t xml:space="preserve">according to </w:t>
            </w:r>
            <w:r w:rsidR="00457854">
              <w:t>workplace procedures</w:t>
            </w:r>
          </w:p>
          <w:p w14:paraId="30767ED0" w14:textId="505F10D9" w:rsidR="00782AE0" w:rsidRPr="00782AE0" w:rsidRDefault="00782AE0" w:rsidP="00782AE0">
            <w:pPr>
              <w:pStyle w:val="SIText"/>
            </w:pPr>
            <w:r w:rsidRPr="00782AE0">
              <w:t>3.4 Pack and store seeds</w:t>
            </w:r>
            <w:r w:rsidR="00457854">
              <w:t xml:space="preserve"> to maintain viability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4790847" w:rsidR="00F1480E" w:rsidRPr="005404CB" w:rsidRDefault="004B4104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5FBAC200" w:rsidR="00F1480E" w:rsidRPr="005404CB" w:rsidRDefault="004B4104" w:rsidP="009A1E4F">
            <w:pPr>
              <w:rPr>
                <w:rFonts w:eastAsia="Calibri"/>
              </w:rPr>
            </w:pPr>
            <w:r w:rsidRPr="004B4104">
              <w:t>Use clear language and correct concepts and terminology to ensure clarity of meaning</w:t>
            </w:r>
            <w:r>
              <w:t xml:space="preserve"> when recording and labelling collected seed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71DD0D0" w14:textId="5C0515B6" w:rsidR="0025716B" w:rsidRPr="000754EC" w:rsidRDefault="0025716B" w:rsidP="009A1E4F">
            <w:pPr>
              <w:pStyle w:val="SIText"/>
            </w:pPr>
            <w:r w:rsidRPr="001F16C8">
              <w:t>AHCP</w:t>
            </w:r>
            <w:r w:rsidRPr="009A1E4F">
              <w:t>ER2</w:t>
            </w:r>
            <w:r w:rsidR="00790D62" w:rsidRPr="009A1E4F">
              <w:rPr>
                <w:rStyle w:val="SITemporaryText-blue"/>
                <w:color w:val="auto"/>
                <w:sz w:val="20"/>
              </w:rPr>
              <w:t>X</w:t>
            </w:r>
            <w:r w:rsidR="005278EC">
              <w:rPr>
                <w:rStyle w:val="SITemporaryText-blue"/>
              </w:rPr>
              <w:t>1</w:t>
            </w:r>
            <w:r w:rsidRPr="009A1E4F">
              <w:t xml:space="preserve"> </w:t>
            </w:r>
            <w:r w:rsidRPr="001F16C8">
              <w:t>Harvest, treat and store seed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FAC3A09" w14:textId="77777777" w:rsidR="00041E59" w:rsidRDefault="0025716B" w:rsidP="005404CB">
            <w:pPr>
              <w:pStyle w:val="SIText"/>
            </w:pPr>
            <w:r w:rsidRPr="0025716B">
              <w:t>AHCPER202 Harvest, treat and store seed</w:t>
            </w:r>
          </w:p>
          <w:p w14:paraId="64EA7AE3" w14:textId="135A37DD" w:rsidR="005278EC" w:rsidRPr="005404CB" w:rsidRDefault="005278EC" w:rsidP="005404CB">
            <w:pPr>
              <w:pStyle w:val="SIText"/>
            </w:pPr>
          </w:p>
        </w:tc>
        <w:tc>
          <w:tcPr>
            <w:tcW w:w="1251" w:type="pct"/>
          </w:tcPr>
          <w:p w14:paraId="08825BAC" w14:textId="77777777" w:rsidR="00041E59" w:rsidRDefault="0025716B" w:rsidP="005404CB">
            <w:pPr>
              <w:pStyle w:val="SIText"/>
            </w:pPr>
            <w:r>
              <w:t>Minor change to Application for Clarity</w:t>
            </w:r>
          </w:p>
          <w:p w14:paraId="3E031D32" w14:textId="276CE638" w:rsidR="0025716B" w:rsidRPr="005404CB" w:rsidRDefault="00790D62">
            <w:pPr>
              <w:pStyle w:val="SIText"/>
            </w:pPr>
            <w:r>
              <w:t xml:space="preserve">Changes to Performance Criteria included safety and additional on permits and approvals </w:t>
            </w:r>
            <w:r w:rsidR="0025716B">
              <w:t xml:space="preserve"> </w:t>
            </w:r>
          </w:p>
        </w:tc>
        <w:tc>
          <w:tcPr>
            <w:tcW w:w="1616" w:type="pct"/>
          </w:tcPr>
          <w:p w14:paraId="426455CD" w14:textId="4B6DD67B" w:rsidR="00916CD7" w:rsidRPr="005404CB" w:rsidRDefault="0025716B" w:rsidP="00790D62">
            <w:pPr>
              <w:pStyle w:val="SIText"/>
            </w:pPr>
            <w:r>
              <w:t>Not equivalent</w:t>
            </w:r>
          </w:p>
        </w:tc>
      </w:tr>
    </w:tbl>
    <w:p w14:paraId="127C3A94" w14:textId="0C037D2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0074D54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4E750A" w:rsidRPr="001F16C8">
              <w:t>AHCPER2</w:t>
            </w:r>
            <w:r w:rsidR="005F2FC6">
              <w:t>X1</w:t>
            </w:r>
            <w:r w:rsidR="004E750A" w:rsidRPr="001F16C8">
              <w:t xml:space="preserve"> </w:t>
            </w:r>
            <w:r w:rsidR="001F16C8" w:rsidRPr="001F16C8">
              <w:t>Harvest, treat and store seed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0764D96" w14:textId="60FF3587" w:rsidR="00790D62" w:rsidRPr="00790D62" w:rsidRDefault="00790D62" w:rsidP="00790D62">
            <w:r w:rsidRPr="00790D62">
              <w:t xml:space="preserve">An individual demonstrating competency must satisfy </w:t>
            </w:r>
            <w:proofErr w:type="gramStart"/>
            <w:r w:rsidRPr="00790D62">
              <w:t>all of</w:t>
            </w:r>
            <w:proofErr w:type="gramEnd"/>
            <w:r w:rsidRPr="00790D62">
              <w:t xml:space="preserve"> the elements and performance criteria in this unit.</w:t>
            </w:r>
          </w:p>
          <w:p w14:paraId="66B34624" w14:textId="199DE003" w:rsidR="00790D62" w:rsidRDefault="00790D62" w:rsidP="009A1E4F">
            <w:pPr>
              <w:pStyle w:val="SIText"/>
            </w:pPr>
            <w:r w:rsidRPr="00790D62">
              <w:t>There must be evidence that the individual has</w:t>
            </w:r>
            <w:r>
              <w:t xml:space="preserve"> </w:t>
            </w:r>
            <w:r w:rsidR="005278EC">
              <w:t xml:space="preserve">harvested, </w:t>
            </w:r>
            <w:proofErr w:type="gramStart"/>
            <w:r w:rsidR="005278EC">
              <w:t>treated</w:t>
            </w:r>
            <w:proofErr w:type="gramEnd"/>
            <w:r w:rsidR="005278EC">
              <w:t xml:space="preserve"> and stored seeds and has</w:t>
            </w:r>
            <w:r w:rsidRPr="00790D62">
              <w:t>:</w:t>
            </w:r>
          </w:p>
          <w:p w14:paraId="13DF460B" w14:textId="2B3AB73D" w:rsidR="00DC1361" w:rsidRDefault="00790D62" w:rsidP="00782AE0">
            <w:pPr>
              <w:pStyle w:val="SIBulletList1"/>
            </w:pPr>
            <w:r>
              <w:t xml:space="preserve">confirmed </w:t>
            </w:r>
            <w:r w:rsidR="00DC1361">
              <w:t xml:space="preserve">seed harvesting plan and work </w:t>
            </w:r>
            <w:r w:rsidR="003358E1">
              <w:t>requirements</w:t>
            </w:r>
            <w:r w:rsidR="00DC1361">
              <w:t xml:space="preserve"> with supervisor</w:t>
            </w:r>
          </w:p>
          <w:p w14:paraId="01484479" w14:textId="49879F50" w:rsidR="00782AE0" w:rsidRPr="00782AE0" w:rsidRDefault="00782AE0" w:rsidP="00782AE0">
            <w:pPr>
              <w:pStyle w:val="SIBulletList1"/>
            </w:pPr>
            <w:r w:rsidRPr="00782AE0">
              <w:t>prepare</w:t>
            </w:r>
            <w:r w:rsidR="00DC1361">
              <w:t xml:space="preserve">d equipment for </w:t>
            </w:r>
            <w:r w:rsidRPr="00782AE0">
              <w:t>harvest</w:t>
            </w:r>
            <w:r w:rsidR="00DC1361">
              <w:t xml:space="preserve">ing, </w:t>
            </w:r>
            <w:proofErr w:type="gramStart"/>
            <w:r w:rsidR="00DC1361">
              <w:t>cleaning</w:t>
            </w:r>
            <w:proofErr w:type="gramEnd"/>
            <w:r w:rsidR="00DC1361">
              <w:t xml:space="preserve"> and storing </w:t>
            </w:r>
            <w:r w:rsidR="003358E1">
              <w:t xml:space="preserve">of </w:t>
            </w:r>
            <w:r w:rsidR="00DC1361">
              <w:t>seed</w:t>
            </w:r>
          </w:p>
          <w:p w14:paraId="4C777F18" w14:textId="326E65F9" w:rsidR="00782AE0" w:rsidRPr="005278EC" w:rsidRDefault="00782AE0">
            <w:pPr>
              <w:pStyle w:val="SIBulletList1"/>
            </w:pPr>
            <w:r w:rsidRPr="005278EC">
              <w:t>harvest</w:t>
            </w:r>
            <w:r w:rsidR="00DC1361" w:rsidRPr="005278EC">
              <w:t xml:space="preserve">ed </w:t>
            </w:r>
            <w:r w:rsidRPr="00DC4420">
              <w:rPr>
                <w:rStyle w:val="SITemporaryText-blue"/>
                <w:color w:val="auto"/>
                <w:sz w:val="20"/>
              </w:rPr>
              <w:t>seed</w:t>
            </w:r>
            <w:r w:rsidR="00763775" w:rsidRPr="00DC4420">
              <w:rPr>
                <w:rStyle w:val="SITemporaryText-blue"/>
                <w:color w:val="auto"/>
                <w:sz w:val="20"/>
              </w:rPr>
              <w:t>s</w:t>
            </w:r>
            <w:r w:rsidR="00DC1361" w:rsidRPr="00DC4420">
              <w:rPr>
                <w:rStyle w:val="SITemporaryText-blue"/>
                <w:color w:val="auto"/>
                <w:sz w:val="20"/>
              </w:rPr>
              <w:t xml:space="preserve"> safely according to harvesting plan</w:t>
            </w:r>
            <w:r w:rsidR="003358E1" w:rsidRPr="00DC4420">
              <w:rPr>
                <w:rStyle w:val="SITemporaryText-blue"/>
                <w:color w:val="auto"/>
                <w:sz w:val="20"/>
              </w:rPr>
              <w:t xml:space="preserve"> which must include any </w:t>
            </w:r>
            <w:r w:rsidR="00763775" w:rsidRPr="00DC4420">
              <w:rPr>
                <w:rStyle w:val="SITemporaryText-blue"/>
                <w:color w:val="auto"/>
                <w:sz w:val="20"/>
              </w:rPr>
              <w:t>2</w:t>
            </w:r>
            <w:r w:rsidR="003358E1" w:rsidRPr="00DC4420">
              <w:rPr>
                <w:rStyle w:val="SITemporaryText-blue"/>
                <w:color w:val="auto"/>
                <w:sz w:val="20"/>
              </w:rPr>
              <w:t xml:space="preserve"> of the following seed types</w:t>
            </w:r>
            <w:r w:rsidR="003358E1" w:rsidRPr="005278EC">
              <w:t>:</w:t>
            </w:r>
          </w:p>
          <w:p w14:paraId="2284AE19" w14:textId="77777777" w:rsidR="003358E1" w:rsidRDefault="003358E1" w:rsidP="009A1E4F">
            <w:pPr>
              <w:pStyle w:val="SIBulletList2"/>
            </w:pPr>
            <w:r>
              <w:t>seeds of soft fruits</w:t>
            </w:r>
          </w:p>
          <w:p w14:paraId="68D0111F" w14:textId="1B6ED301" w:rsidR="003358E1" w:rsidRDefault="00763775" w:rsidP="009A1E4F">
            <w:pPr>
              <w:pStyle w:val="SIBulletList2"/>
            </w:pPr>
            <w:r>
              <w:t>monocotyledon (</w:t>
            </w:r>
            <w:r w:rsidR="003358E1">
              <w:t>grasses and grains</w:t>
            </w:r>
            <w:r>
              <w:t>)</w:t>
            </w:r>
          </w:p>
          <w:p w14:paraId="2138A739" w14:textId="74841026" w:rsidR="003358E1" w:rsidRDefault="003358E1" w:rsidP="009A1E4F">
            <w:pPr>
              <w:pStyle w:val="SIBulletList2"/>
            </w:pPr>
            <w:r>
              <w:t>leguminous seeds</w:t>
            </w:r>
          </w:p>
          <w:p w14:paraId="0B6D7678" w14:textId="01DBD53D" w:rsidR="003358E1" w:rsidRDefault="00763775" w:rsidP="009A1E4F">
            <w:pPr>
              <w:pStyle w:val="SIBulletList2"/>
            </w:pPr>
            <w:r>
              <w:t>woody plants with dry dehiscent seed</w:t>
            </w:r>
          </w:p>
          <w:p w14:paraId="5F0F1756" w14:textId="2CE7616C" w:rsidR="00763775" w:rsidRPr="00782AE0" w:rsidRDefault="00763775" w:rsidP="009A1E4F">
            <w:pPr>
              <w:pStyle w:val="SIBulletList2"/>
            </w:pPr>
            <w:r>
              <w:t>herbaceous</w:t>
            </w:r>
            <w:r w:rsidR="00937713">
              <w:t xml:space="preserve"> plants</w:t>
            </w:r>
          </w:p>
          <w:p w14:paraId="0EB17239" w14:textId="5EC8176F" w:rsidR="00937713" w:rsidRPr="005278EC" w:rsidRDefault="00DC1361">
            <w:pPr>
              <w:pStyle w:val="SIBulletList1"/>
            </w:pPr>
            <w:r w:rsidRPr="005278EC">
              <w:t>separated</w:t>
            </w:r>
            <w:r w:rsidR="00937713" w:rsidRPr="005278EC">
              <w:t xml:space="preserve"> seed from chaff or other waste material</w:t>
            </w:r>
            <w:r w:rsidRPr="005278EC">
              <w:t xml:space="preserve">, </w:t>
            </w:r>
            <w:r w:rsidR="003358E1" w:rsidRPr="005278EC">
              <w:t xml:space="preserve">which must include </w:t>
            </w:r>
            <w:r w:rsidR="00937713" w:rsidRPr="00DC4420">
              <w:rPr>
                <w:rStyle w:val="SITemporaryText-blue"/>
                <w:color w:val="auto"/>
                <w:sz w:val="20"/>
              </w:rPr>
              <w:t>3</w:t>
            </w:r>
            <w:r w:rsidR="003358E1" w:rsidRPr="00DC4420">
              <w:rPr>
                <w:rStyle w:val="SITemporaryText-blue"/>
                <w:color w:val="auto"/>
                <w:sz w:val="20"/>
              </w:rPr>
              <w:t xml:space="preserve"> </w:t>
            </w:r>
            <w:r w:rsidR="00937713" w:rsidRPr="00DC4420">
              <w:rPr>
                <w:rStyle w:val="SITemporaryText-blue"/>
                <w:color w:val="auto"/>
                <w:sz w:val="20"/>
              </w:rPr>
              <w:t>different seed</w:t>
            </w:r>
            <w:r w:rsidR="003358E1" w:rsidRPr="00DC4420">
              <w:rPr>
                <w:rStyle w:val="SITemporaryText-blue"/>
                <w:color w:val="auto"/>
                <w:sz w:val="20"/>
              </w:rPr>
              <w:t xml:space="preserve"> </w:t>
            </w:r>
            <w:r w:rsidR="00937713" w:rsidRPr="00DC4420">
              <w:rPr>
                <w:rStyle w:val="SITemporaryText-blue"/>
                <w:color w:val="auto"/>
                <w:sz w:val="20"/>
              </w:rPr>
              <w:t>extraction methods</w:t>
            </w:r>
          </w:p>
          <w:p w14:paraId="7CC33B8A" w14:textId="25AD272B" w:rsidR="003358E1" w:rsidRDefault="00937713">
            <w:pPr>
              <w:pStyle w:val="SIBulletList1"/>
            </w:pPr>
            <w:r w:rsidRPr="00782AE0">
              <w:t>treat</w:t>
            </w:r>
            <w:r w:rsidRPr="00937713">
              <w:t>ed and stored viable seed</w:t>
            </w:r>
          </w:p>
          <w:p w14:paraId="6BFA69AA" w14:textId="5ADA5D81" w:rsidR="00DC1361" w:rsidRPr="005404CB" w:rsidRDefault="00DC1361">
            <w:pPr>
              <w:pStyle w:val="SIBulletList1"/>
            </w:pPr>
            <w:r>
              <w:t>maintained accurate records.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723A874" w14:textId="77777777" w:rsidR="003358E1" w:rsidRDefault="003358E1" w:rsidP="003358E1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CC4FE91" w14:textId="7CF44911" w:rsidR="003B541E" w:rsidRDefault="003B541E" w:rsidP="003B541E">
            <w:pPr>
              <w:pStyle w:val="SIBulletList1"/>
            </w:pPr>
            <w:r w:rsidRPr="003B541E">
              <w:t>seed harvesting techniques</w:t>
            </w:r>
            <w:r w:rsidR="00937713">
              <w:t>, including:</w:t>
            </w:r>
          </w:p>
          <w:p w14:paraId="42A40FE1" w14:textId="085C6918" w:rsidR="00937713" w:rsidRDefault="00937713" w:rsidP="009A1E4F">
            <w:pPr>
              <w:pStyle w:val="SIBulletList2"/>
            </w:pPr>
            <w:r>
              <w:t xml:space="preserve">materials, </w:t>
            </w:r>
            <w:proofErr w:type="gramStart"/>
            <w:r>
              <w:t>equipment</w:t>
            </w:r>
            <w:proofErr w:type="gramEnd"/>
            <w:r>
              <w:t xml:space="preserve"> and resources</w:t>
            </w:r>
          </w:p>
          <w:p w14:paraId="5C388054" w14:textId="481247EE" w:rsidR="00937713" w:rsidRDefault="00376932" w:rsidP="009A1E4F">
            <w:pPr>
              <w:pStyle w:val="SIBulletList2"/>
            </w:pPr>
            <w:r>
              <w:t>health and safety</w:t>
            </w:r>
          </w:p>
          <w:p w14:paraId="4A20A6ED" w14:textId="7EC53FDC" w:rsidR="00937713" w:rsidRDefault="00937713" w:rsidP="009A1E4F">
            <w:pPr>
              <w:pStyle w:val="SIBulletList2"/>
            </w:pPr>
            <w:r>
              <w:t xml:space="preserve">field storage </w:t>
            </w:r>
            <w:r w:rsidR="00376932">
              <w:t>containers for harvested seed</w:t>
            </w:r>
          </w:p>
          <w:p w14:paraId="005E5838" w14:textId="4696702A" w:rsidR="00376932" w:rsidRPr="003B541E" w:rsidRDefault="00376932" w:rsidP="009A1E4F">
            <w:pPr>
              <w:pStyle w:val="SIBulletList2"/>
            </w:pPr>
            <w:r>
              <w:t>protection of plants being harvested</w:t>
            </w:r>
          </w:p>
          <w:p w14:paraId="4C66C250" w14:textId="23432C8D" w:rsidR="003B541E" w:rsidRPr="003B541E" w:rsidRDefault="003B541E" w:rsidP="003B541E">
            <w:pPr>
              <w:pStyle w:val="SIBulletList1"/>
            </w:pPr>
            <w:r w:rsidRPr="003B541E">
              <w:t xml:space="preserve">characteristics of mature </w:t>
            </w:r>
            <w:r w:rsidR="00937713">
              <w:t>viable</w:t>
            </w:r>
            <w:r w:rsidR="00937713" w:rsidRPr="003B541E">
              <w:t xml:space="preserve"> </w:t>
            </w:r>
            <w:r w:rsidRPr="003B541E">
              <w:t>seed</w:t>
            </w:r>
          </w:p>
          <w:p w14:paraId="2C48825C" w14:textId="6310E53A" w:rsidR="00937713" w:rsidRPr="003B541E" w:rsidRDefault="003B541E">
            <w:pPr>
              <w:pStyle w:val="SIBulletList1"/>
            </w:pPr>
            <w:r w:rsidRPr="003B541E">
              <w:t>diseases and pests likely to affect seed</w:t>
            </w:r>
            <w:r w:rsidR="00937713">
              <w:t xml:space="preserve"> on the plant or in storage</w:t>
            </w:r>
          </w:p>
          <w:p w14:paraId="3B8DF7D5" w14:textId="1A36D144" w:rsidR="003B541E" w:rsidRPr="003B541E" w:rsidRDefault="003B541E" w:rsidP="003B541E">
            <w:pPr>
              <w:pStyle w:val="SIBulletList1"/>
            </w:pPr>
            <w:r w:rsidRPr="003B541E">
              <w:t>seed extraction</w:t>
            </w:r>
            <w:r w:rsidR="00937713">
              <w:t xml:space="preserve"> methods, including</w:t>
            </w:r>
            <w:r w:rsidRPr="003B541E">
              <w:t>:</w:t>
            </w:r>
          </w:p>
          <w:p w14:paraId="50696EAF" w14:textId="77777777" w:rsidR="003B541E" w:rsidRPr="003B541E" w:rsidRDefault="003B541E" w:rsidP="009A1E4F">
            <w:pPr>
              <w:pStyle w:val="SIBulletList2"/>
            </w:pPr>
            <w:r w:rsidRPr="003B541E">
              <w:t>hand selection</w:t>
            </w:r>
          </w:p>
          <w:p w14:paraId="77C81446" w14:textId="77777777" w:rsidR="003B541E" w:rsidRPr="003B541E" w:rsidRDefault="003B541E" w:rsidP="009A1E4F">
            <w:pPr>
              <w:pStyle w:val="SIBulletList2"/>
            </w:pPr>
            <w:r w:rsidRPr="003B541E">
              <w:t>winnowing</w:t>
            </w:r>
          </w:p>
          <w:p w14:paraId="51BEC66D" w14:textId="77777777" w:rsidR="003B541E" w:rsidRPr="003B541E" w:rsidRDefault="003B541E" w:rsidP="009A1E4F">
            <w:pPr>
              <w:pStyle w:val="SIBulletList2"/>
            </w:pPr>
            <w:r w:rsidRPr="003B541E">
              <w:t>sieving</w:t>
            </w:r>
          </w:p>
          <w:p w14:paraId="1ECF2D53" w14:textId="77777777" w:rsidR="003B541E" w:rsidRPr="003B541E" w:rsidRDefault="003B541E" w:rsidP="009A1E4F">
            <w:pPr>
              <w:pStyle w:val="SIBulletList2"/>
            </w:pPr>
            <w:r w:rsidRPr="003B541E">
              <w:t>vibration</w:t>
            </w:r>
          </w:p>
          <w:p w14:paraId="0D0A87F2" w14:textId="77777777" w:rsidR="003B541E" w:rsidRPr="003B541E" w:rsidRDefault="003B541E" w:rsidP="009A1E4F">
            <w:pPr>
              <w:pStyle w:val="SIBulletList2"/>
            </w:pPr>
            <w:r w:rsidRPr="003B541E">
              <w:t>flotation and fermentation</w:t>
            </w:r>
          </w:p>
          <w:p w14:paraId="680E0AA1" w14:textId="77777777" w:rsidR="003B541E" w:rsidRPr="003B541E" w:rsidRDefault="003B541E" w:rsidP="009A1E4F">
            <w:pPr>
              <w:pStyle w:val="SIBulletList2"/>
            </w:pPr>
            <w:r w:rsidRPr="003B541E">
              <w:t>drying</w:t>
            </w:r>
          </w:p>
          <w:p w14:paraId="7DBAB9C5" w14:textId="77777777" w:rsidR="003B541E" w:rsidRPr="003B541E" w:rsidRDefault="003B541E" w:rsidP="009A1E4F">
            <w:pPr>
              <w:pStyle w:val="SIBulletList2"/>
            </w:pPr>
            <w:r w:rsidRPr="003B541E">
              <w:t>heat-assisted dehiscing</w:t>
            </w:r>
          </w:p>
          <w:p w14:paraId="7F75C15C" w14:textId="77777777" w:rsidR="003B541E" w:rsidRPr="003B541E" w:rsidRDefault="003B541E" w:rsidP="009A1E4F">
            <w:pPr>
              <w:pStyle w:val="SIBulletList2"/>
            </w:pPr>
            <w:r w:rsidRPr="003B541E">
              <w:t>crumbling of husks</w:t>
            </w:r>
          </w:p>
          <w:p w14:paraId="6387DDEE" w14:textId="4406E675" w:rsidR="003B541E" w:rsidRPr="003B541E" w:rsidRDefault="003B541E" w:rsidP="003B541E">
            <w:pPr>
              <w:pStyle w:val="SIBulletList1"/>
            </w:pPr>
            <w:r w:rsidRPr="003B541E">
              <w:t>practices relating to seed harvesting and storage</w:t>
            </w:r>
            <w:r w:rsidR="00937713">
              <w:t>, including</w:t>
            </w:r>
            <w:r w:rsidRPr="003B541E">
              <w:t>:</w:t>
            </w:r>
          </w:p>
          <w:p w14:paraId="6E59E8DF" w14:textId="57C3FEA7" w:rsidR="003B541E" w:rsidRPr="003B541E" w:rsidRDefault="003B541E" w:rsidP="009A1E4F">
            <w:pPr>
              <w:pStyle w:val="SIBulletList2"/>
            </w:pPr>
            <w:r w:rsidRPr="003B541E">
              <w:t xml:space="preserve">containers including re-used jars, </w:t>
            </w:r>
            <w:proofErr w:type="gramStart"/>
            <w:r w:rsidRPr="003B541E">
              <w:t>boxes</w:t>
            </w:r>
            <w:proofErr w:type="gramEnd"/>
            <w:r w:rsidRPr="003B541E">
              <w:t xml:space="preserve"> and packets</w:t>
            </w:r>
          </w:p>
          <w:p w14:paraId="0A47A50E" w14:textId="77777777" w:rsidR="003B541E" w:rsidRPr="003B541E" w:rsidRDefault="003B541E" w:rsidP="009A1E4F">
            <w:pPr>
              <w:pStyle w:val="SIBulletList2"/>
            </w:pPr>
            <w:r w:rsidRPr="003B541E">
              <w:t>cool, dry location</w:t>
            </w:r>
          </w:p>
          <w:p w14:paraId="7993CF3E" w14:textId="77777777" w:rsidR="003B541E" w:rsidRPr="003B541E" w:rsidRDefault="003B541E" w:rsidP="009A1E4F">
            <w:pPr>
              <w:pStyle w:val="SIBulletList2"/>
            </w:pPr>
            <w:r w:rsidRPr="003B541E">
              <w:t>freezer or refrigerator</w:t>
            </w:r>
          </w:p>
          <w:p w14:paraId="36827077" w14:textId="77777777" w:rsidR="003B541E" w:rsidRPr="003B541E" w:rsidRDefault="003B541E" w:rsidP="009A1E4F">
            <w:pPr>
              <w:pStyle w:val="SIBulletList2"/>
            </w:pPr>
            <w:r w:rsidRPr="003B541E">
              <w:t>pest deterrent mechanisms</w:t>
            </w:r>
          </w:p>
          <w:p w14:paraId="45215148" w14:textId="77777777" w:rsidR="003B541E" w:rsidRPr="003B541E" w:rsidRDefault="003B541E" w:rsidP="009A1E4F">
            <w:pPr>
              <w:pStyle w:val="SIBulletList2"/>
            </w:pPr>
            <w:r w:rsidRPr="003B541E">
              <w:t>light exclusion mechanisms</w:t>
            </w:r>
          </w:p>
          <w:p w14:paraId="2A381F02" w14:textId="150D38F1" w:rsidR="003B541E" w:rsidRPr="003B541E" w:rsidRDefault="003B541E" w:rsidP="009A1E4F">
            <w:pPr>
              <w:pStyle w:val="SIBulletList2"/>
            </w:pPr>
            <w:r w:rsidRPr="003B541E">
              <w:t xml:space="preserve">protection </w:t>
            </w:r>
            <w:r w:rsidR="00937713">
              <w:t xml:space="preserve">treatments </w:t>
            </w:r>
            <w:r w:rsidRPr="003B541E">
              <w:t>against pathogens</w:t>
            </w:r>
          </w:p>
          <w:p w14:paraId="460A6020" w14:textId="3A5E019B" w:rsidR="003B541E" w:rsidRPr="003B541E" w:rsidRDefault="00937713" w:rsidP="003B541E">
            <w:pPr>
              <w:pStyle w:val="SIBulletList1"/>
            </w:pPr>
            <w:r>
              <w:t xml:space="preserve">records and information required in the field and storage of </w:t>
            </w:r>
            <w:r w:rsidR="003B541E" w:rsidRPr="003B541E">
              <w:t>seed:</w:t>
            </w:r>
          </w:p>
          <w:p w14:paraId="171681A5" w14:textId="77777777" w:rsidR="003B541E" w:rsidRPr="003B541E" w:rsidRDefault="003B541E" w:rsidP="009A1E4F">
            <w:pPr>
              <w:pStyle w:val="SIBulletList2"/>
            </w:pPr>
            <w:r w:rsidRPr="003B541E">
              <w:t xml:space="preserve">genus, species, family, </w:t>
            </w:r>
            <w:proofErr w:type="gramStart"/>
            <w:r w:rsidRPr="003B541E">
              <w:t>variety</w:t>
            </w:r>
            <w:proofErr w:type="gramEnd"/>
            <w:r w:rsidRPr="003B541E">
              <w:t xml:space="preserve"> and cultivar information</w:t>
            </w:r>
          </w:p>
          <w:p w14:paraId="55785E7F" w14:textId="77777777" w:rsidR="003B541E" w:rsidRPr="003B541E" w:rsidRDefault="003B541E" w:rsidP="009A1E4F">
            <w:pPr>
              <w:pStyle w:val="SIBulletList2"/>
            </w:pPr>
            <w:r w:rsidRPr="003B541E">
              <w:t>provenance – where the seed came from</w:t>
            </w:r>
          </w:p>
          <w:p w14:paraId="05CE19E3" w14:textId="77777777" w:rsidR="003B541E" w:rsidRPr="003B541E" w:rsidRDefault="003B541E" w:rsidP="009A1E4F">
            <w:pPr>
              <w:pStyle w:val="SIBulletList2"/>
            </w:pPr>
            <w:r w:rsidRPr="003B541E">
              <w:t>weight or number</w:t>
            </w:r>
          </w:p>
          <w:p w14:paraId="4EC3D495" w14:textId="77777777" w:rsidR="003B541E" w:rsidRPr="003B541E" w:rsidRDefault="003B541E" w:rsidP="009A1E4F">
            <w:pPr>
              <w:pStyle w:val="SIBulletList2"/>
            </w:pPr>
            <w:r w:rsidRPr="003B541E">
              <w:t>date collected</w:t>
            </w:r>
          </w:p>
          <w:p w14:paraId="49BF3E08" w14:textId="77777777" w:rsidR="003B541E" w:rsidRPr="003B541E" w:rsidRDefault="003B541E" w:rsidP="009A1E4F">
            <w:pPr>
              <w:pStyle w:val="SIBulletList2"/>
            </w:pPr>
            <w:r w:rsidRPr="003B541E">
              <w:t>place collected</w:t>
            </w:r>
          </w:p>
          <w:p w14:paraId="48BB93F2" w14:textId="77777777" w:rsidR="003B541E" w:rsidRPr="003B541E" w:rsidRDefault="003B541E" w:rsidP="009A1E4F">
            <w:pPr>
              <w:pStyle w:val="SIBulletList2"/>
            </w:pPr>
            <w:r w:rsidRPr="003B541E">
              <w:t>collector</w:t>
            </w:r>
          </w:p>
          <w:p w14:paraId="5F2778FD" w14:textId="77777777" w:rsidR="003B541E" w:rsidRPr="003B541E" w:rsidRDefault="003B541E" w:rsidP="009A1E4F">
            <w:pPr>
              <w:pStyle w:val="SIBulletList2"/>
            </w:pPr>
            <w:r w:rsidRPr="003B541E">
              <w:t>cultural advice or growing conditions</w:t>
            </w:r>
          </w:p>
          <w:p w14:paraId="08596618" w14:textId="77777777" w:rsidR="003B541E" w:rsidRPr="003B541E" w:rsidRDefault="003B541E" w:rsidP="009A1E4F">
            <w:pPr>
              <w:pStyle w:val="SIBulletList2"/>
            </w:pPr>
            <w:r w:rsidRPr="003B541E">
              <w:t>seed pre-treatment advice</w:t>
            </w:r>
          </w:p>
          <w:p w14:paraId="68AE5493" w14:textId="77777777" w:rsidR="003B541E" w:rsidRPr="003B541E" w:rsidRDefault="003B541E" w:rsidP="009A1E4F">
            <w:pPr>
              <w:pStyle w:val="SIBulletList2"/>
            </w:pPr>
            <w:r w:rsidRPr="003B541E">
              <w:t>longevity information</w:t>
            </w:r>
          </w:p>
          <w:p w14:paraId="5C8CD985" w14:textId="40E99BD4" w:rsidR="00F1480E" w:rsidRPr="005404CB" w:rsidRDefault="003B541E" w:rsidP="003B541E">
            <w:pPr>
              <w:pStyle w:val="SIBulletList1"/>
            </w:pPr>
            <w:r w:rsidRPr="003B541E">
              <w:lastRenderedPageBreak/>
              <w:t>storage location information or record locator</w:t>
            </w:r>
            <w:r w:rsidR="00376932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69DA318" w14:textId="77777777" w:rsidR="00376932" w:rsidRDefault="00376932" w:rsidP="0037693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8868AC3" w14:textId="77777777" w:rsidR="00376932" w:rsidRPr="00376932" w:rsidRDefault="00376932" w:rsidP="009A1E4F">
            <w:pPr>
              <w:pStyle w:val="SIBulletList1"/>
            </w:pPr>
            <w:r w:rsidRPr="00376932">
              <w:t>physical conditions:</w:t>
            </w:r>
          </w:p>
          <w:p w14:paraId="1C8639C7" w14:textId="49064CD6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t xml:space="preserve">skills must be demonstrated in </w:t>
            </w:r>
            <w:r>
              <w:t>the field</w:t>
            </w:r>
            <w:r w:rsidRPr="00376932">
              <w:t xml:space="preserve"> or an environment that accurately represents workplace conditions</w:t>
            </w:r>
          </w:p>
          <w:p w14:paraId="64634016" w14:textId="77777777" w:rsidR="00376932" w:rsidRPr="00376932" w:rsidRDefault="00376932" w:rsidP="009A1E4F">
            <w:pPr>
              <w:pStyle w:val="SIBulletList1"/>
            </w:pPr>
            <w:r w:rsidRPr="00376932">
              <w:t xml:space="preserve">resources, </w:t>
            </w:r>
            <w:proofErr w:type="gramStart"/>
            <w:r w:rsidRPr="00376932">
              <w:t>equipment</w:t>
            </w:r>
            <w:proofErr w:type="gramEnd"/>
            <w:r w:rsidRPr="00376932">
              <w:t xml:space="preserve"> and materials:</w:t>
            </w:r>
          </w:p>
          <w:p w14:paraId="11BE99DE" w14:textId="5821913E" w:rsidR="00376932" w:rsidRPr="009A1E4F" w:rsidRDefault="00376932" w:rsidP="009A1E4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 with seed to harvest</w:t>
            </w:r>
          </w:p>
          <w:p w14:paraId="4E9E800E" w14:textId="1B183B19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t xml:space="preserve">use of </w:t>
            </w:r>
            <w:r>
              <w:t xml:space="preserve">seed collection </w:t>
            </w:r>
            <w:r w:rsidRPr="00376932">
              <w:t>tools and equipment</w:t>
            </w:r>
          </w:p>
          <w:p w14:paraId="31A380CA" w14:textId="77777777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t>use of personal protective equipment</w:t>
            </w:r>
          </w:p>
          <w:p w14:paraId="689087D8" w14:textId="77777777" w:rsidR="00376932" w:rsidRPr="00376932" w:rsidRDefault="00376932" w:rsidP="009A1E4F">
            <w:pPr>
              <w:pStyle w:val="SIBulletList1"/>
              <w:rPr>
                <w:rFonts w:eastAsia="Calibri"/>
              </w:rPr>
            </w:pPr>
            <w:r w:rsidRPr="00376932">
              <w:rPr>
                <w:rFonts w:eastAsia="Calibri"/>
              </w:rPr>
              <w:t>specifications:</w:t>
            </w:r>
          </w:p>
          <w:p w14:paraId="0BB847BB" w14:textId="6AEDEAC1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rPr>
                <w:rFonts w:eastAsia="Calibri"/>
              </w:rPr>
              <w:t>use of workplace</w:t>
            </w:r>
            <w:r>
              <w:rPr>
                <w:rFonts w:eastAsia="Calibri"/>
              </w:rPr>
              <w:t xml:space="preserve"> safety</w:t>
            </w:r>
            <w:r w:rsidRPr="00376932">
              <w:rPr>
                <w:rFonts w:eastAsia="Calibri"/>
              </w:rPr>
              <w:t xml:space="preserve"> procedures</w:t>
            </w:r>
          </w:p>
          <w:p w14:paraId="37A497BE" w14:textId="1F460B4C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rPr>
                <w:rFonts w:eastAsia="Calibri"/>
              </w:rPr>
              <w:t xml:space="preserve">use of manufacturer operating instructions for </w:t>
            </w:r>
            <w:r>
              <w:rPr>
                <w:rFonts w:eastAsia="Calibri"/>
              </w:rPr>
              <w:t xml:space="preserve">harvesting </w:t>
            </w:r>
            <w:r w:rsidRPr="00376932">
              <w:rPr>
                <w:rFonts w:eastAsia="Calibri"/>
              </w:rPr>
              <w:t>equipment</w:t>
            </w:r>
          </w:p>
          <w:p w14:paraId="405E2073" w14:textId="5D2C1A21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rPr>
                <w:rFonts w:eastAsia="Calibri"/>
              </w:rPr>
              <w:t>access to safety data sheets</w:t>
            </w:r>
            <w:r>
              <w:rPr>
                <w:rFonts w:eastAsia="Calibri"/>
              </w:rPr>
              <w:t xml:space="preserve"> for treatments</w:t>
            </w:r>
          </w:p>
          <w:p w14:paraId="760FC01A" w14:textId="3D9FED72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rPr>
                <w:rFonts w:eastAsia="Calibri"/>
              </w:rPr>
              <w:t xml:space="preserve">use of </w:t>
            </w:r>
            <w:r>
              <w:rPr>
                <w:rFonts w:eastAsia="Calibri"/>
              </w:rPr>
              <w:t>supervisor</w:t>
            </w:r>
            <w:r w:rsidRPr="00376932">
              <w:rPr>
                <w:rFonts w:eastAsia="Calibri"/>
              </w:rPr>
              <w:t xml:space="preserve"> instructions</w:t>
            </w:r>
            <w:r>
              <w:rPr>
                <w:rFonts w:eastAsia="Calibri"/>
              </w:rPr>
              <w:t xml:space="preserve"> and harvesting plan</w:t>
            </w:r>
          </w:p>
          <w:p w14:paraId="5549ADF7" w14:textId="3F1762E1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 xml:space="preserve">permits for seed collection </w:t>
            </w:r>
          </w:p>
          <w:p w14:paraId="06A3B4C6" w14:textId="77777777" w:rsidR="00376932" w:rsidRPr="00376932" w:rsidRDefault="00376932" w:rsidP="009A1E4F">
            <w:pPr>
              <w:pStyle w:val="SIBulletList1"/>
            </w:pPr>
            <w:r w:rsidRPr="00376932">
              <w:t>relationships:</w:t>
            </w:r>
          </w:p>
          <w:p w14:paraId="247CC222" w14:textId="3969027C" w:rsidR="00376932" w:rsidRPr="00376932" w:rsidRDefault="00376932" w:rsidP="009A1E4F">
            <w:pPr>
              <w:pStyle w:val="SIBulletList2"/>
            </w:pPr>
            <w:r w:rsidRPr="00376932">
              <w:t>supervisor</w:t>
            </w:r>
          </w:p>
          <w:p w14:paraId="6F22F7C0" w14:textId="77777777" w:rsidR="00376932" w:rsidRDefault="00376932" w:rsidP="00376932"/>
          <w:p w14:paraId="759850B7" w14:textId="4E447E73" w:rsidR="003B541E" w:rsidRPr="005404CB" w:rsidRDefault="00376932" w:rsidP="009A1E4F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A0CD" w14:textId="77777777" w:rsidR="000F7B0C" w:rsidRDefault="000F7B0C" w:rsidP="00BF3F0A">
      <w:r>
        <w:separator/>
      </w:r>
    </w:p>
    <w:p w14:paraId="6180CCFC" w14:textId="77777777" w:rsidR="000F7B0C" w:rsidRDefault="000F7B0C"/>
  </w:endnote>
  <w:endnote w:type="continuationSeparator" w:id="0">
    <w:p w14:paraId="5B23BEA2" w14:textId="77777777" w:rsidR="000F7B0C" w:rsidRDefault="000F7B0C" w:rsidP="00BF3F0A">
      <w:r>
        <w:continuationSeparator/>
      </w:r>
    </w:p>
    <w:p w14:paraId="0555293E" w14:textId="77777777" w:rsidR="000F7B0C" w:rsidRDefault="000F7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78EC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56B5" w14:textId="77777777" w:rsidR="000F7B0C" w:rsidRDefault="000F7B0C" w:rsidP="00BF3F0A">
      <w:r>
        <w:separator/>
      </w:r>
    </w:p>
    <w:p w14:paraId="7FB04B12" w14:textId="77777777" w:rsidR="000F7B0C" w:rsidRDefault="000F7B0C"/>
  </w:footnote>
  <w:footnote w:type="continuationSeparator" w:id="0">
    <w:p w14:paraId="2226F6F1" w14:textId="77777777" w:rsidR="000F7B0C" w:rsidRDefault="000F7B0C" w:rsidP="00BF3F0A">
      <w:r>
        <w:continuationSeparator/>
      </w:r>
    </w:p>
    <w:p w14:paraId="4BDC4607" w14:textId="77777777" w:rsidR="000F7B0C" w:rsidRDefault="000F7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355C2B7" w:rsidR="009C2650" w:rsidRPr="000754EC" w:rsidRDefault="00DC442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16C8" w:rsidRPr="001F16C8">
      <w:t>AHCPER2</w:t>
    </w:r>
    <w:r w:rsidR="005F2FC6">
      <w:t>X1</w:t>
    </w:r>
    <w:r w:rsidR="001F16C8" w:rsidRPr="001F16C8">
      <w:t xml:space="preserve"> Harvest, treat and store seed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1579802">
    <w:abstractNumId w:val="11"/>
  </w:num>
  <w:num w:numId="2" w16cid:durableId="1703238007">
    <w:abstractNumId w:val="6"/>
  </w:num>
  <w:num w:numId="3" w16cid:durableId="1176772405">
    <w:abstractNumId w:val="3"/>
  </w:num>
  <w:num w:numId="4" w16cid:durableId="1324552251">
    <w:abstractNumId w:val="23"/>
  </w:num>
  <w:num w:numId="5" w16cid:durableId="2095738860">
    <w:abstractNumId w:val="1"/>
  </w:num>
  <w:num w:numId="6" w16cid:durableId="613370667">
    <w:abstractNumId w:val="10"/>
  </w:num>
  <w:num w:numId="7" w16cid:durableId="91123181">
    <w:abstractNumId w:val="2"/>
  </w:num>
  <w:num w:numId="8" w16cid:durableId="1410881129">
    <w:abstractNumId w:val="0"/>
  </w:num>
  <w:num w:numId="9" w16cid:durableId="523445618">
    <w:abstractNumId w:val="22"/>
  </w:num>
  <w:num w:numId="10" w16cid:durableId="1872648504">
    <w:abstractNumId w:val="14"/>
  </w:num>
  <w:num w:numId="11" w16cid:durableId="733628326">
    <w:abstractNumId w:val="21"/>
  </w:num>
  <w:num w:numId="12" w16cid:durableId="1262645042">
    <w:abstractNumId w:val="16"/>
  </w:num>
  <w:num w:numId="13" w16cid:durableId="2042975337">
    <w:abstractNumId w:val="24"/>
  </w:num>
  <w:num w:numId="14" w16cid:durableId="1781485">
    <w:abstractNumId w:val="4"/>
  </w:num>
  <w:num w:numId="15" w16cid:durableId="484053101">
    <w:abstractNumId w:val="5"/>
  </w:num>
  <w:num w:numId="16" w16cid:durableId="1806583053">
    <w:abstractNumId w:val="25"/>
  </w:num>
  <w:num w:numId="17" w16cid:durableId="204372959">
    <w:abstractNumId w:val="17"/>
  </w:num>
  <w:num w:numId="18" w16cid:durableId="1016153894">
    <w:abstractNumId w:val="9"/>
  </w:num>
  <w:num w:numId="19" w16cid:durableId="855003398">
    <w:abstractNumId w:val="12"/>
  </w:num>
  <w:num w:numId="20" w16cid:durableId="398525089">
    <w:abstractNumId w:val="18"/>
  </w:num>
  <w:num w:numId="21" w16cid:durableId="1264998128">
    <w:abstractNumId w:val="15"/>
  </w:num>
  <w:num w:numId="22" w16cid:durableId="136921435">
    <w:abstractNumId w:val="8"/>
  </w:num>
  <w:num w:numId="23" w16cid:durableId="613904332">
    <w:abstractNumId w:val="7"/>
  </w:num>
  <w:num w:numId="24" w16cid:durableId="1212696654">
    <w:abstractNumId w:val="13"/>
  </w:num>
  <w:num w:numId="25" w16cid:durableId="1860702516">
    <w:abstractNumId w:val="19"/>
  </w:num>
  <w:num w:numId="26" w16cid:durableId="191844320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3E8"/>
    <w:rsid w:val="0009093B"/>
    <w:rsid w:val="000A5441"/>
    <w:rsid w:val="000B2022"/>
    <w:rsid w:val="000C149A"/>
    <w:rsid w:val="000C1944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16B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58E1"/>
    <w:rsid w:val="00337E82"/>
    <w:rsid w:val="00346FDC"/>
    <w:rsid w:val="00350BB1"/>
    <w:rsid w:val="00352C83"/>
    <w:rsid w:val="00366805"/>
    <w:rsid w:val="0037067D"/>
    <w:rsid w:val="00373436"/>
    <w:rsid w:val="00376932"/>
    <w:rsid w:val="0038735B"/>
    <w:rsid w:val="003916D1"/>
    <w:rsid w:val="00394C90"/>
    <w:rsid w:val="003A21F0"/>
    <w:rsid w:val="003A277F"/>
    <w:rsid w:val="003A58BA"/>
    <w:rsid w:val="003A5AE7"/>
    <w:rsid w:val="003A7221"/>
    <w:rsid w:val="003B00BE"/>
    <w:rsid w:val="003B3493"/>
    <w:rsid w:val="003B541E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854"/>
    <w:rsid w:val="0046239A"/>
    <w:rsid w:val="004640AE"/>
    <w:rsid w:val="00466F18"/>
    <w:rsid w:val="004679E3"/>
    <w:rsid w:val="00475172"/>
    <w:rsid w:val="004758B0"/>
    <w:rsid w:val="0048067C"/>
    <w:rsid w:val="00481EC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104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50A"/>
    <w:rsid w:val="004F5DC7"/>
    <w:rsid w:val="004F78DA"/>
    <w:rsid w:val="005145AB"/>
    <w:rsid w:val="00520E9A"/>
    <w:rsid w:val="00521027"/>
    <w:rsid w:val="005248C1"/>
    <w:rsid w:val="00526134"/>
    <w:rsid w:val="005278EC"/>
    <w:rsid w:val="005404CB"/>
    <w:rsid w:val="005405B2"/>
    <w:rsid w:val="005427C8"/>
    <w:rsid w:val="005446D1"/>
    <w:rsid w:val="00556C4C"/>
    <w:rsid w:val="00557369"/>
    <w:rsid w:val="00557D22"/>
    <w:rsid w:val="00564ADD"/>
    <w:rsid w:val="00564BF9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F027A"/>
    <w:rsid w:val="005F2FC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17F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75"/>
    <w:rsid w:val="0076523B"/>
    <w:rsid w:val="00771B60"/>
    <w:rsid w:val="00781D77"/>
    <w:rsid w:val="00782AE0"/>
    <w:rsid w:val="00783549"/>
    <w:rsid w:val="007860B7"/>
    <w:rsid w:val="00786DC8"/>
    <w:rsid w:val="00790D6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7713"/>
    <w:rsid w:val="00944C09"/>
    <w:rsid w:val="009527CB"/>
    <w:rsid w:val="00953835"/>
    <w:rsid w:val="00960F6C"/>
    <w:rsid w:val="00970747"/>
    <w:rsid w:val="00997BFC"/>
    <w:rsid w:val="009A1E4F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361"/>
    <w:rsid w:val="00DC1D69"/>
    <w:rsid w:val="00DC4420"/>
    <w:rsid w:val="00DC5A3A"/>
    <w:rsid w:val="00DD0726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564B"/>
    <w:rsid w:val="00F16AAC"/>
    <w:rsid w:val="00F30C7D"/>
    <w:rsid w:val="00F33FF2"/>
    <w:rsid w:val="00F438FC"/>
    <w:rsid w:val="00F5607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9A1E4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EB9AC0-A81E-4712-B790-008AD2EB8C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7ee3a392-9fd5-4e44-986b-b11872d0f857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1ADBA29-DC0E-46FD-9673-2DA8F3DBC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206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34</cp:revision>
  <cp:lastPrinted>2021-11-30T00:33:00Z</cp:lastPrinted>
  <dcterms:created xsi:type="dcterms:W3CDTF">2021-09-14T01:14:00Z</dcterms:created>
  <dcterms:modified xsi:type="dcterms:W3CDTF">2022-05-13T02:04:00Z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